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1C820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7DF72DC4" w14:textId="77777777" w:rsidR="00333280" w:rsidRPr="00E475CC" w:rsidRDefault="00676154" w:rsidP="007B6A2B">
      <w:pPr>
        <w:pStyle w:val="Bulleted1"/>
        <w:rPr>
          <w:rFonts w:ascii="Arial" w:hAnsi="Arial"/>
          <w:lang w:val="fr-FR"/>
        </w:rPr>
      </w:pPr>
      <w:r w:rsidRPr="00E475CC">
        <w:rPr>
          <w:rFonts w:ascii="Arial" w:hAnsi="Arial" w:cs="Arial"/>
          <w:lang w:val="fr-FR"/>
        </w:rPr>
        <w:t>élément de montage pour cuvette de WC suspendue</w:t>
      </w:r>
      <w:r w:rsidR="003653E1" w:rsidRPr="00E475CC">
        <w:rPr>
          <w:rFonts w:ascii="Arial" w:hAnsi="Arial" w:cs="Arial"/>
          <w:lang w:val="fr-FR"/>
        </w:rPr>
        <w:t xml:space="preserve"> avec dimensions de raccordement selon </w:t>
      </w:r>
      <w:r w:rsidR="00C27F1D" w:rsidRPr="00E475CC">
        <w:rPr>
          <w:rFonts w:ascii="Arial" w:hAnsi="Arial" w:cs="Arial"/>
          <w:lang w:val="fr-FR"/>
        </w:rPr>
        <w:t xml:space="preserve">NBN </w:t>
      </w:r>
      <w:r w:rsidR="003653E1" w:rsidRPr="00E475CC">
        <w:rPr>
          <w:rFonts w:ascii="Arial" w:hAnsi="Arial" w:cs="Arial"/>
          <w:lang w:val="fr-FR"/>
        </w:rPr>
        <w:t>EN 33:2011</w:t>
      </w:r>
      <w:r w:rsidR="00A26729" w:rsidRPr="00E475CC">
        <w:rPr>
          <w:rFonts w:ascii="Arial" w:hAnsi="Arial" w:cs="Arial"/>
          <w:lang w:val="fr-FR"/>
        </w:rPr>
        <w:t xml:space="preserve">, </w:t>
      </w:r>
      <w:r w:rsidR="008C76BE" w:rsidRPr="00E475CC">
        <w:rPr>
          <w:rFonts w:ascii="Arial" w:hAnsi="Arial" w:cs="Arial"/>
          <w:lang w:val="fr-FR"/>
        </w:rPr>
        <w:t xml:space="preserve">pour une cuvette d'une longueur maximale de </w:t>
      </w:r>
      <w:smartTag w:uri="urn:schemas-microsoft-com:office:smarttags" w:element="metricconverter">
        <w:smartTagPr>
          <w:attr w:name="ProductID" w:val="70 cm"/>
        </w:smartTagPr>
        <w:r w:rsidR="008C76BE" w:rsidRPr="00E475CC">
          <w:rPr>
            <w:rFonts w:ascii="Arial" w:hAnsi="Arial" w:cs="Arial"/>
            <w:lang w:val="fr-FR"/>
          </w:rPr>
          <w:t>70 cm</w:t>
        </w:r>
      </w:smartTag>
      <w:r w:rsidR="008C76BE" w:rsidRPr="00E475CC">
        <w:rPr>
          <w:rFonts w:ascii="Arial" w:hAnsi="Arial" w:cs="Arial"/>
          <w:lang w:val="fr-FR"/>
        </w:rPr>
        <w:t xml:space="preserve">, </w:t>
      </w:r>
      <w:r w:rsidR="004175C6" w:rsidRPr="00E475CC">
        <w:rPr>
          <w:rFonts w:ascii="Arial" w:hAnsi="Arial"/>
          <w:lang w:val="fr-FR"/>
        </w:rPr>
        <w:t>pour le montage dans des cloisons</w:t>
      </w:r>
      <w:r w:rsidR="00A26729" w:rsidRPr="00E475CC">
        <w:rPr>
          <w:rFonts w:ascii="Arial" w:hAnsi="Arial"/>
          <w:lang w:val="fr-FR"/>
        </w:rPr>
        <w:t xml:space="preserve"> hauteur de pièce</w:t>
      </w:r>
      <w:r w:rsidR="004175C6" w:rsidRPr="00E475CC">
        <w:rPr>
          <w:rFonts w:ascii="Arial" w:hAnsi="Arial"/>
          <w:lang w:val="fr-FR"/>
        </w:rPr>
        <w:t xml:space="preserve"> (cloisons en applique ou cloisons de séparation)</w:t>
      </w:r>
    </w:p>
    <w:p w14:paraId="39A142A2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7A861106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0447FAA9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5867D306" w14:textId="63CF9ED6" w:rsidR="004175C6" w:rsidRPr="00D70344" w:rsidRDefault="004175C6" w:rsidP="004175C6">
      <w:pPr>
        <w:pStyle w:val="Bulleted2"/>
        <w:rPr>
          <w:rFonts w:ascii="Arial" w:hAnsi="Arial"/>
          <w:lang w:val="fr-FR"/>
        </w:rPr>
      </w:pPr>
      <w:r w:rsidRPr="00D70344">
        <w:rPr>
          <w:rFonts w:ascii="Arial" w:hAnsi="Arial"/>
          <w:lang w:val="fr-FR"/>
        </w:rPr>
        <w:t>réservoir de chasse à encastrer</w:t>
      </w:r>
      <w:r w:rsidR="003C7987" w:rsidRPr="00D70344">
        <w:rPr>
          <w:rFonts w:ascii="Arial" w:hAnsi="Arial"/>
          <w:lang w:val="fr-FR"/>
        </w:rPr>
        <w:t xml:space="preserve"> </w:t>
      </w:r>
      <w:r w:rsidRPr="00D70344">
        <w:rPr>
          <w:rFonts w:ascii="Arial" w:hAnsi="Arial"/>
          <w:lang w:val="fr-FR"/>
        </w:rPr>
        <w:t xml:space="preserve">: </w:t>
      </w:r>
      <w:r w:rsidR="00D70344">
        <w:rPr>
          <w:rFonts w:ascii="Arial" w:hAnsi="Arial"/>
          <w:lang w:val="fr-FR"/>
        </w:rPr>
        <w:br/>
      </w:r>
      <w:r w:rsidRPr="00D70344">
        <w:rPr>
          <w:rFonts w:ascii="Arial" w:hAnsi="Arial"/>
          <w:lang w:val="fr-FR"/>
        </w:rPr>
        <w:t xml:space="preserve">voir </w:t>
      </w:r>
      <w:r w:rsidR="00D70344">
        <w:rPr>
          <w:rFonts w:ascii="Arial" w:hAnsi="Arial"/>
          <w:lang w:val="fr-FR"/>
        </w:rPr>
        <w:t>DESCRIPTION DETAILLEE DU RESERVOIR DE CHASSE A ENCASTRER</w:t>
      </w:r>
    </w:p>
    <w:p w14:paraId="22177EC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7A67337D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642F4023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3BC7721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7032DC7D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6A41ADC1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74B3B92D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2DD3DB0D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3387442F" w14:textId="5E4A4E3B" w:rsidR="002B524B" w:rsidRDefault="002B524B" w:rsidP="00676154">
      <w:pPr>
        <w:pStyle w:val="Bulleted1"/>
        <w:rPr>
          <w:rFonts w:ascii="Arial" w:hAnsi="Arial" w:cs="Arial"/>
          <w:lang w:val="fr-FR"/>
        </w:rPr>
      </w:pPr>
      <w:r w:rsidRPr="00E30590">
        <w:rPr>
          <w:rFonts w:ascii="Arial" w:hAnsi="Arial" w:cs="Arial"/>
          <w:lang w:val="fr-FR"/>
        </w:rPr>
        <w:t>l</w:t>
      </w:r>
      <w:r w:rsidR="00832ABE" w:rsidRPr="00E30590">
        <w:rPr>
          <w:rFonts w:ascii="Arial" w:hAnsi="Arial" w:cs="Arial"/>
          <w:lang w:val="fr-FR"/>
        </w:rPr>
        <w:t xml:space="preserve">e </w:t>
      </w:r>
      <w:r w:rsidR="00E674CD" w:rsidRPr="00E30590">
        <w:rPr>
          <w:rFonts w:ascii="Arial" w:hAnsi="Arial" w:cs="Arial"/>
          <w:lang w:val="fr-FR"/>
        </w:rPr>
        <w:t>réservoir de chasse à encastrer</w:t>
      </w:r>
      <w:r w:rsidRPr="00E30590">
        <w:rPr>
          <w:rFonts w:ascii="Arial" w:hAnsi="Arial" w:cs="Arial"/>
          <w:lang w:val="fr-FR"/>
        </w:rPr>
        <w:t xml:space="preserve"> </w:t>
      </w:r>
      <w:r w:rsidR="00E674CD" w:rsidRPr="00E30590">
        <w:rPr>
          <w:rFonts w:ascii="Arial" w:hAnsi="Arial" w:cs="Arial"/>
          <w:lang w:val="fr-FR"/>
        </w:rPr>
        <w:t xml:space="preserve">est </w:t>
      </w:r>
      <w:r w:rsidR="008924A4" w:rsidRPr="00E30590">
        <w:rPr>
          <w:rFonts w:ascii="Arial" w:hAnsi="Arial" w:cs="Arial"/>
          <w:lang w:val="fr-FR"/>
        </w:rPr>
        <w:t xml:space="preserve">positionné </w:t>
      </w:r>
      <w:r w:rsidR="00832ABE" w:rsidRPr="00E30590">
        <w:rPr>
          <w:rFonts w:ascii="Arial" w:hAnsi="Arial" w:cs="Arial"/>
          <w:lang w:val="fr-FR"/>
        </w:rPr>
        <w:t>derrière le</w:t>
      </w:r>
      <w:r w:rsidRPr="00E30590">
        <w:rPr>
          <w:rFonts w:ascii="Arial" w:hAnsi="Arial" w:cs="Arial"/>
          <w:lang w:val="fr-FR"/>
        </w:rPr>
        <w:t xml:space="preserve"> cadre rectangulaire de  montage</w:t>
      </w:r>
      <w:r w:rsidR="00832ABE" w:rsidRPr="00E30590">
        <w:rPr>
          <w:rFonts w:ascii="Arial" w:hAnsi="Arial" w:cs="Arial"/>
          <w:lang w:val="fr-FR"/>
        </w:rPr>
        <w:t xml:space="preserve"> </w:t>
      </w:r>
      <w:r w:rsidR="00AB005A" w:rsidRPr="00E30590">
        <w:rPr>
          <w:rFonts w:ascii="Arial" w:hAnsi="Arial" w:cs="Arial"/>
          <w:lang w:val="fr-FR"/>
        </w:rPr>
        <w:t xml:space="preserve">sans toutefois </w:t>
      </w:r>
      <w:r w:rsidR="00832ABE" w:rsidRPr="00E30590">
        <w:rPr>
          <w:rFonts w:ascii="Arial" w:hAnsi="Arial" w:cs="Arial"/>
          <w:lang w:val="fr-FR"/>
        </w:rPr>
        <w:t>dépasse</w:t>
      </w:r>
      <w:r w:rsidR="00AB005A" w:rsidRPr="00E30590">
        <w:rPr>
          <w:rFonts w:ascii="Arial" w:hAnsi="Arial" w:cs="Arial"/>
          <w:lang w:val="fr-FR"/>
        </w:rPr>
        <w:t>r</w:t>
      </w:r>
      <w:r w:rsidR="00832ABE" w:rsidRPr="00E30590">
        <w:rPr>
          <w:rFonts w:ascii="Arial" w:hAnsi="Arial" w:cs="Arial"/>
          <w:lang w:val="fr-FR"/>
        </w:rPr>
        <w:t xml:space="preserve"> les montants </w:t>
      </w:r>
      <w:r w:rsidR="00AB005A" w:rsidRPr="00E30590">
        <w:rPr>
          <w:rFonts w:ascii="Arial" w:hAnsi="Arial" w:cs="Arial"/>
          <w:lang w:val="fr-FR"/>
        </w:rPr>
        <w:t xml:space="preserve">verticaux </w:t>
      </w:r>
      <w:r w:rsidR="00832ABE" w:rsidRPr="00E30590">
        <w:rPr>
          <w:rFonts w:ascii="Arial" w:hAnsi="Arial" w:cs="Arial"/>
          <w:lang w:val="fr-FR"/>
        </w:rPr>
        <w:t xml:space="preserve">de celui-ci, </w:t>
      </w:r>
      <w:r w:rsidR="00AB005A" w:rsidRPr="00E30590">
        <w:rPr>
          <w:rFonts w:ascii="Arial" w:hAnsi="Arial" w:cs="Arial"/>
          <w:lang w:val="fr-FR"/>
        </w:rPr>
        <w:t>de façon à permettre latéralement l'</w:t>
      </w:r>
      <w:r w:rsidR="00832ABE" w:rsidRPr="00E30590">
        <w:rPr>
          <w:rFonts w:ascii="Arial" w:hAnsi="Arial" w:cs="Arial"/>
          <w:lang w:val="fr-FR"/>
        </w:rPr>
        <w:t>install</w:t>
      </w:r>
      <w:r w:rsidR="00AB005A" w:rsidRPr="00E30590">
        <w:rPr>
          <w:rFonts w:ascii="Arial" w:hAnsi="Arial" w:cs="Arial"/>
          <w:lang w:val="fr-FR"/>
        </w:rPr>
        <w:t>ation aisée</w:t>
      </w:r>
      <w:r w:rsidR="00630CA0" w:rsidRPr="00E30590">
        <w:rPr>
          <w:rFonts w:ascii="Arial" w:hAnsi="Arial" w:cs="Arial"/>
          <w:lang w:val="fr-FR"/>
        </w:rPr>
        <w:t xml:space="preserve"> </w:t>
      </w:r>
      <w:r w:rsidR="00832ABE" w:rsidRPr="00E30590">
        <w:rPr>
          <w:rFonts w:ascii="Arial" w:hAnsi="Arial" w:cs="Arial"/>
          <w:lang w:val="fr-FR"/>
        </w:rPr>
        <w:t>des barres d'appui</w:t>
      </w:r>
    </w:p>
    <w:p w14:paraId="3FDB5DB9" w14:textId="77777777" w:rsidR="00551164" w:rsidRPr="00F86A6E" w:rsidRDefault="00551164" w:rsidP="0055116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fixation sans vis du réservoir de chasse à encastrer dans le cadre</w:t>
      </w:r>
    </w:p>
    <w:p w14:paraId="674F9D55" w14:textId="77777777" w:rsidR="00676154" w:rsidRPr="0082047F" w:rsidRDefault="00676154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convient pour cuvettes </w:t>
      </w:r>
      <w:r w:rsidR="00B4681A" w:rsidRPr="0082047F">
        <w:rPr>
          <w:rFonts w:ascii="Arial" w:hAnsi="Arial" w:cs="Arial"/>
          <w:lang w:val="fr-FR"/>
        </w:rPr>
        <w:t xml:space="preserve">de WC </w:t>
      </w:r>
      <w:r w:rsidRPr="0082047F">
        <w:rPr>
          <w:rFonts w:ascii="Arial" w:hAnsi="Arial" w:cs="Arial"/>
          <w:lang w:val="fr-FR"/>
        </w:rPr>
        <w:t xml:space="preserve">suspendues supportant une charge statique maximale de </w:t>
      </w:r>
      <w:smartTag w:uri="urn:schemas-microsoft-com:office:smarttags" w:element="metricconverter">
        <w:smartTagPr>
          <w:attr w:name="ProductID" w:val="400 kg"/>
        </w:smartTagPr>
        <w:r w:rsidRPr="0082047F">
          <w:rPr>
            <w:rFonts w:ascii="Arial" w:hAnsi="Arial" w:cs="Arial"/>
            <w:lang w:val="fr-FR"/>
          </w:rPr>
          <w:t>400 kg</w:t>
        </w:r>
      </w:smartTag>
      <w:r w:rsidRPr="0082047F">
        <w:rPr>
          <w:rFonts w:ascii="Arial" w:hAnsi="Arial" w:cs="Arial"/>
          <w:lang w:val="fr-FR"/>
        </w:rPr>
        <w:t xml:space="preserve"> </w:t>
      </w:r>
      <w:r w:rsidR="002223F9" w:rsidRPr="0082047F">
        <w:rPr>
          <w:rFonts w:ascii="Arial" w:hAnsi="Arial" w:cs="Arial"/>
          <w:lang w:val="fr-FR"/>
        </w:rPr>
        <w:t xml:space="preserve">selon </w:t>
      </w:r>
      <w:r w:rsidRPr="0082047F">
        <w:rPr>
          <w:rFonts w:ascii="Arial" w:hAnsi="Arial" w:cs="Arial"/>
          <w:lang w:val="fr-FR"/>
        </w:rPr>
        <w:t>NBN EN 997</w:t>
      </w:r>
    </w:p>
    <w:p w14:paraId="7453B30C" w14:textId="77777777" w:rsidR="00631767" w:rsidRPr="00E8689E" w:rsidRDefault="0082047F" w:rsidP="00421D4A">
      <w:pPr>
        <w:pStyle w:val="Bulleted1"/>
        <w:rPr>
          <w:rFonts w:ascii="Arial" w:hAnsi="Arial" w:cs="Arial"/>
          <w:lang w:val="fr-FR"/>
        </w:rPr>
      </w:pPr>
      <w:r w:rsidRPr="00E8689E">
        <w:rPr>
          <w:rFonts w:ascii="Arial" w:hAnsi="Arial" w:cs="Arial"/>
          <w:lang w:val="fr-FR"/>
        </w:rPr>
        <w:t xml:space="preserve">la hauteur d'assise de la cuvette de WC est </w:t>
      </w:r>
      <w:r w:rsidR="00631767" w:rsidRPr="00E8689E">
        <w:rPr>
          <w:rFonts w:ascii="Arial" w:hAnsi="Arial" w:cs="Arial"/>
          <w:lang w:val="fr-FR"/>
        </w:rPr>
        <w:t xml:space="preserve">réglable en hauteur </w:t>
      </w:r>
      <w:r w:rsidRPr="00E8689E">
        <w:rPr>
          <w:rFonts w:ascii="Arial" w:hAnsi="Arial" w:cs="Arial"/>
          <w:lang w:val="fr-FR"/>
        </w:rPr>
        <w:t xml:space="preserve">jusqu'à 5 cm </w:t>
      </w:r>
      <w:r w:rsidR="00140F54" w:rsidRPr="00E8689E">
        <w:rPr>
          <w:rFonts w:ascii="Arial" w:hAnsi="Arial" w:cs="Arial"/>
          <w:lang w:val="fr-FR"/>
        </w:rPr>
        <w:t>durant</w:t>
      </w:r>
      <w:r w:rsidRPr="00E8689E">
        <w:rPr>
          <w:rFonts w:ascii="Arial" w:hAnsi="Arial" w:cs="Arial"/>
          <w:lang w:val="fr-FR"/>
        </w:rPr>
        <w:t xml:space="preserve"> la phase du gros œuvre</w:t>
      </w:r>
      <w:r w:rsidR="00140F54" w:rsidRPr="00E8689E">
        <w:rPr>
          <w:rFonts w:ascii="Arial" w:hAnsi="Arial" w:cs="Arial"/>
          <w:lang w:val="fr-FR"/>
        </w:rPr>
        <w:t>, sans modifier</w:t>
      </w:r>
      <w:r w:rsidR="00376AA8" w:rsidRPr="00E8689E">
        <w:rPr>
          <w:rFonts w:ascii="Arial" w:hAnsi="Arial" w:cs="Arial"/>
          <w:lang w:val="fr-FR"/>
        </w:rPr>
        <w:t xml:space="preserve"> la hauteur totale de l'élément de montage</w:t>
      </w:r>
    </w:p>
    <w:p w14:paraId="4DA68422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 w:rsidRPr="0082047F">
        <w:rPr>
          <w:rFonts w:ascii="Arial" w:hAnsi="Arial" w:cs="Arial"/>
          <w:lang w:val="fr-FR"/>
        </w:rPr>
        <w:t xml:space="preserve">un mécanisme à ressort, </w:t>
      </w:r>
      <w:r w:rsidR="001663E7" w:rsidRPr="0082047F">
        <w:rPr>
          <w:rFonts w:ascii="Arial" w:hAnsi="Arial" w:cs="Arial"/>
          <w:lang w:val="fr-FR"/>
        </w:rPr>
        <w:t xml:space="preserve">prémonté </w:t>
      </w:r>
      <w:r w:rsidRPr="0082047F">
        <w:rPr>
          <w:rFonts w:ascii="Arial" w:hAnsi="Arial" w:cs="Arial"/>
          <w:lang w:val="fr-FR"/>
        </w:rPr>
        <w:t xml:space="preserve">dans les </w:t>
      </w:r>
      <w:r w:rsidR="00024397" w:rsidRPr="0082047F">
        <w:rPr>
          <w:rFonts w:ascii="Arial" w:hAnsi="Arial" w:cs="Arial"/>
          <w:lang w:val="fr-FR"/>
        </w:rPr>
        <w:t>pieds supports</w:t>
      </w:r>
      <w:r w:rsidRPr="0082047F">
        <w:rPr>
          <w:rFonts w:ascii="Arial" w:hAnsi="Arial" w:cs="Arial"/>
          <w:lang w:val="fr-FR"/>
        </w:rPr>
        <w:t xml:space="preserve">, </w:t>
      </w:r>
      <w:r w:rsidR="00B97597" w:rsidRPr="0082047F">
        <w:rPr>
          <w:rFonts w:ascii="Arial" w:hAnsi="Arial" w:cs="Arial"/>
          <w:lang w:val="fr-FR"/>
        </w:rPr>
        <w:t xml:space="preserve">rend </w:t>
      </w:r>
      <w:r w:rsidR="001663E7" w:rsidRPr="0082047F">
        <w:rPr>
          <w:rFonts w:ascii="Arial" w:hAnsi="Arial" w:cs="Arial"/>
          <w:lang w:val="fr-FR"/>
        </w:rPr>
        <w:t>ceux-ci</w:t>
      </w:r>
      <w:r w:rsidR="00B97597" w:rsidRPr="0082047F">
        <w:rPr>
          <w:rFonts w:ascii="Arial" w:hAnsi="Arial" w:cs="Arial"/>
          <w:lang w:val="fr-FR"/>
        </w:rPr>
        <w:t xml:space="preserve"> </w:t>
      </w:r>
      <w:r w:rsidR="001663E7" w:rsidRPr="0082047F">
        <w:rPr>
          <w:rFonts w:ascii="Arial" w:hAnsi="Arial" w:cs="Arial"/>
          <w:lang w:val="fr-FR"/>
        </w:rPr>
        <w:t>"</w:t>
      </w:r>
      <w:r w:rsidR="00B97597" w:rsidRPr="0082047F">
        <w:rPr>
          <w:rFonts w:ascii="Arial" w:hAnsi="Arial" w:cs="Arial"/>
          <w:lang w:val="fr-FR"/>
        </w:rPr>
        <w:t>antidérapants</w:t>
      </w:r>
      <w:r w:rsidR="001663E7" w:rsidRPr="0082047F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827EE83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7EF5C91D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36316036" w14:textId="3446014B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7D3F150F" w14:textId="77777777" w:rsidR="00297933" w:rsidRPr="000C02D1" w:rsidRDefault="00297933" w:rsidP="00297933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1F44C911" w14:textId="47AD1ECD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 xml:space="preserve">) et collier avec doublure </w:t>
      </w:r>
      <w:r w:rsidR="003A20AC">
        <w:rPr>
          <w:rFonts w:ascii="Arial" w:hAnsi="Arial" w:cs="Arial"/>
          <w:lang w:val="fr-FR"/>
        </w:rPr>
        <w:t>acoustique</w:t>
      </w:r>
    </w:p>
    <w:p w14:paraId="2CE255A9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01FD0EFD" w14:textId="77777777" w:rsidR="00F10848" w:rsidRPr="00AF7DF6" w:rsidRDefault="00F10848" w:rsidP="00F10848">
      <w:pPr>
        <w:pStyle w:val="Bulleted1"/>
        <w:rPr>
          <w:rFonts w:ascii="Arial" w:hAnsi="Arial"/>
          <w:lang w:val="fr-FR"/>
        </w:rPr>
      </w:pPr>
      <w:r w:rsidRPr="00AF7DF6">
        <w:rPr>
          <w:rFonts w:ascii="Arial" w:hAnsi="Arial"/>
          <w:lang w:val="fr-FR"/>
        </w:rPr>
        <w:t>le coude de chasse (ø56</w:t>
      </w:r>
      <w:r w:rsidR="00943ECC" w:rsidRPr="00AF7DF6">
        <w:rPr>
          <w:rFonts w:ascii="Arial" w:hAnsi="Arial"/>
          <w:lang w:val="fr-FR"/>
        </w:rPr>
        <w:t xml:space="preserve"> mm</w:t>
      </w:r>
      <w:r w:rsidRPr="00AF7DF6">
        <w:rPr>
          <w:rFonts w:ascii="Arial" w:hAnsi="Arial"/>
          <w:lang w:val="fr-FR"/>
        </w:rPr>
        <w:t xml:space="preserve"> x ø45</w:t>
      </w:r>
      <w:r w:rsidR="00943ECC" w:rsidRPr="00AF7DF6">
        <w:rPr>
          <w:rFonts w:ascii="Arial" w:hAnsi="Arial"/>
          <w:lang w:val="fr-FR"/>
        </w:rPr>
        <w:t xml:space="preserve"> mm</w:t>
      </w:r>
      <w:r w:rsidRPr="00AF7DF6">
        <w:rPr>
          <w:rFonts w:ascii="Arial" w:hAnsi="Arial"/>
          <w:lang w:val="fr-FR"/>
        </w:rPr>
        <w:t xml:space="preserve">) en PE est </w:t>
      </w:r>
      <w:r w:rsidR="004E174C" w:rsidRPr="00AF7DF6">
        <w:rPr>
          <w:rFonts w:ascii="Arial" w:hAnsi="Arial"/>
          <w:lang w:val="fr-FR"/>
        </w:rPr>
        <w:t xml:space="preserve">relié </w:t>
      </w:r>
      <w:r w:rsidR="00B6413C" w:rsidRPr="00AF7DF6">
        <w:rPr>
          <w:rFonts w:ascii="Arial" w:hAnsi="Arial"/>
          <w:lang w:val="fr-FR"/>
        </w:rPr>
        <w:t xml:space="preserve">au réservoir de chasse à encastrer en PE </w:t>
      </w:r>
      <w:r w:rsidR="004E174C" w:rsidRPr="00AF7DF6">
        <w:rPr>
          <w:rFonts w:ascii="Arial" w:hAnsi="Arial"/>
          <w:lang w:val="fr-FR"/>
        </w:rPr>
        <w:t xml:space="preserve">par un connexion </w:t>
      </w:r>
      <w:r w:rsidR="00B6413C" w:rsidRPr="00AF7DF6">
        <w:rPr>
          <w:rFonts w:ascii="Arial" w:hAnsi="Arial"/>
          <w:lang w:val="fr-FR"/>
        </w:rPr>
        <w:t>par</w:t>
      </w:r>
      <w:r w:rsidR="004E174C" w:rsidRPr="00AF7DF6">
        <w:rPr>
          <w:rFonts w:ascii="Arial" w:hAnsi="Arial"/>
          <w:lang w:val="fr-FR"/>
        </w:rPr>
        <w:t xml:space="preserve"> emboîte</w:t>
      </w:r>
      <w:r w:rsidR="00B6413C" w:rsidRPr="00AF7DF6">
        <w:rPr>
          <w:rFonts w:ascii="Arial" w:hAnsi="Arial"/>
          <w:lang w:val="fr-FR"/>
        </w:rPr>
        <w:t>ment avec joint</w:t>
      </w:r>
    </w:p>
    <w:p w14:paraId="6434A42C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528B28E4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FAC9BCE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33A558CB" w14:textId="77777777" w:rsidTr="002D7048">
        <w:tc>
          <w:tcPr>
            <w:tcW w:w="1441" w:type="dxa"/>
          </w:tcPr>
          <w:p w14:paraId="5BE1F3AB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64DCC0E" w14:textId="77777777" w:rsidR="0020639C" w:rsidRPr="00F86A6E" w:rsidRDefault="002D7048" w:rsidP="00157D4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85" w:type="dxa"/>
          </w:tcPr>
          <w:p w14:paraId="7199DBE5" w14:textId="77777777" w:rsidR="0020639C" w:rsidRPr="00F86A6E" w:rsidRDefault="002D704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695E3D7" w14:textId="77777777" w:rsidR="0020639C" w:rsidRPr="00F86A6E" w:rsidRDefault="002D7048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2F528E7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D31340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222FBDC4" w14:textId="77777777" w:rsidTr="002D7048">
        <w:tc>
          <w:tcPr>
            <w:tcW w:w="1441" w:type="dxa"/>
          </w:tcPr>
          <w:p w14:paraId="694C2754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8DBB93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3D61CC1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BE0934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180139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97B81C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3A20AC" w14:paraId="404A3975" w14:textId="77777777" w:rsidTr="002D7048">
        <w:tc>
          <w:tcPr>
            <w:tcW w:w="1441" w:type="dxa"/>
          </w:tcPr>
          <w:p w14:paraId="1C8FBA55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50EC1636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C0601E">
              <w:rPr>
                <w:rFonts w:ascii="Arial" w:hAnsi="Arial" w:cs="Arial"/>
              </w:rPr>
              <w:t>7</w:t>
            </w:r>
          </w:p>
        </w:tc>
        <w:tc>
          <w:tcPr>
            <w:tcW w:w="85" w:type="dxa"/>
          </w:tcPr>
          <w:p w14:paraId="0C1CEC7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CA8325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BA0651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353C8C7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7A8B1C10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45C08B7F" w14:textId="705BA45B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="00A769CD"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>; pour le réglage de la profondeur de la cloison en applique</w:t>
      </w:r>
    </w:p>
    <w:p w14:paraId="06B46061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50E2298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F5FF40A" w14:textId="06BD3325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235FBE20" w14:textId="2AE138FA" w:rsidR="00297933" w:rsidRDefault="00297933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D53A9A3" w14:textId="5EBEA189" w:rsidR="00297933" w:rsidRDefault="00297933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247EF77" w14:textId="77777777" w:rsidR="00297933" w:rsidRDefault="00297933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48BA08F" w14:textId="77777777" w:rsidR="00297933" w:rsidRPr="00E2608B" w:rsidRDefault="00297933" w:rsidP="00297933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0B9B7820" w14:textId="77777777" w:rsidR="00297933" w:rsidRDefault="00297933" w:rsidP="0029793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65C25DC" w14:textId="77777777" w:rsidR="00297933" w:rsidRPr="00E2608B" w:rsidRDefault="00297933" w:rsidP="00297933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r w:rsidRPr="00E2608B">
        <w:rPr>
          <w:rFonts w:ascii="Arial" w:hAnsi="Arial" w:cs="Arial"/>
          <w:b/>
          <w:bCs/>
        </w:rPr>
        <w:t>Description générale</w:t>
      </w:r>
    </w:p>
    <w:p w14:paraId="782558A3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4BC65EC0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142DB735" w14:textId="77777777" w:rsidR="00297933" w:rsidRPr="00F86A6E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38DA1C5C" w14:textId="77777777" w:rsidR="00297933" w:rsidRPr="00A90015" w:rsidRDefault="00297933" w:rsidP="00297933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Matériaux et caractéristiques</w:t>
      </w:r>
    </w:p>
    <w:p w14:paraId="227EC06D" w14:textId="77777777" w:rsidR="00297933" w:rsidRPr="00981C24" w:rsidRDefault="00297933" w:rsidP="00297933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Matériau</w:t>
      </w:r>
    </w:p>
    <w:p w14:paraId="73A8E89E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31F0D921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7FC697D5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00BBC636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3EAFB499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75B02726" w14:textId="77777777" w:rsidR="00297933" w:rsidRPr="00981C24" w:rsidRDefault="00297933" w:rsidP="0029793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01DAD2BF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42D39944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4AABA22B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35791BA5" w14:textId="77777777" w:rsidR="00297933" w:rsidRPr="00702017" w:rsidRDefault="00297933" w:rsidP="00297933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0226627C" w14:textId="77777777" w:rsidR="00297933" w:rsidRPr="00702017" w:rsidRDefault="00297933" w:rsidP="00297933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159CE4D9" w14:textId="77777777" w:rsidR="00297933" w:rsidRPr="00702017" w:rsidRDefault="00297933" w:rsidP="00297933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3F041C58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1BC03FB3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395886CD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143838F9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4BEE5B68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12359268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2C3E494B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6C8E8DD9" w14:textId="77777777" w:rsidR="00297933" w:rsidRPr="00075563" w:rsidRDefault="00297933" w:rsidP="00297933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33E4A23D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6530C0EB" w14:textId="77777777" w:rsidR="00297933" w:rsidRPr="00783921" w:rsidRDefault="00297933" w:rsidP="00297933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1A65F182" w14:textId="77777777" w:rsidR="00297933" w:rsidRDefault="00297933" w:rsidP="00297933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53EEBE8C" w14:textId="77777777" w:rsidR="00297933" w:rsidRPr="00546B31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0910F527" w14:textId="77777777" w:rsidR="00297933" w:rsidRPr="00053091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6A99890B" w14:textId="77777777" w:rsidR="00297933" w:rsidRPr="0003357F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1F2B6DD3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6020F0AC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est fixé sur la paroi arrière du réservoir pour assurer une stabilité suffisante lors du remplissage</w:t>
      </w:r>
    </w:p>
    <w:p w14:paraId="6ABDD916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103E22B2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3AC5CA40" w14:textId="77777777" w:rsidR="00297933" w:rsidRPr="0003357F" w:rsidRDefault="00297933" w:rsidP="00297933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50ECCCF2" w14:textId="77777777" w:rsidR="00297933" w:rsidRDefault="00297933" w:rsidP="00297933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277F35A2" w14:textId="77777777" w:rsidR="00297933" w:rsidRPr="00981C24" w:rsidRDefault="00297933" w:rsidP="00297933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297933" w:rsidRPr="003A20AC" w14:paraId="74E70C8F" w14:textId="77777777" w:rsidTr="00D8061B">
        <w:tc>
          <w:tcPr>
            <w:tcW w:w="1441" w:type="dxa"/>
          </w:tcPr>
          <w:p w14:paraId="563959E6" w14:textId="77777777" w:rsidR="00297933" w:rsidRPr="002569CC" w:rsidRDefault="00297933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13AA26B" w14:textId="77777777" w:rsidR="00297933" w:rsidRPr="002569CC" w:rsidRDefault="00297933" w:rsidP="00D8061B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7175E937" w14:textId="77777777" w:rsidR="00297933" w:rsidRPr="002569CC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380D70B" w14:textId="77777777" w:rsidR="00297933" w:rsidRPr="002569CC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0C6A8C6" w14:textId="77777777" w:rsidR="00297933" w:rsidRPr="002569CC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30457D5C" w14:textId="77777777" w:rsidR="00297933" w:rsidRPr="00BD2596" w:rsidRDefault="00297933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297933" w:rsidRPr="003A20AC" w14:paraId="45815F2B" w14:textId="77777777" w:rsidTr="00D8061B">
        <w:tc>
          <w:tcPr>
            <w:tcW w:w="1441" w:type="dxa"/>
          </w:tcPr>
          <w:p w14:paraId="5ED9B77E" w14:textId="77777777" w:rsidR="00297933" w:rsidRPr="00493562" w:rsidRDefault="00297933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1614C31" w14:textId="77777777" w:rsidR="00297933" w:rsidRPr="00493562" w:rsidRDefault="00297933" w:rsidP="00D8061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6CB4D175" w14:textId="77777777" w:rsidR="00297933" w:rsidRPr="00493562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FD477A7" w14:textId="77777777" w:rsidR="00297933" w:rsidRPr="00493562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4FF2F23" w14:textId="77777777" w:rsidR="00297933" w:rsidRPr="00493562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0CC03A18" w14:textId="77777777" w:rsidR="00297933" w:rsidRPr="00BD2596" w:rsidRDefault="00297933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297933" w:rsidRPr="00F86A6E" w14:paraId="646A1D81" w14:textId="77777777" w:rsidTr="00D8061B">
        <w:tc>
          <w:tcPr>
            <w:tcW w:w="1441" w:type="dxa"/>
          </w:tcPr>
          <w:p w14:paraId="0F2CD428" w14:textId="77777777" w:rsidR="00297933" w:rsidRPr="00F86A6E" w:rsidRDefault="00297933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5D3CCB6" w14:textId="77777777" w:rsidR="00297933" w:rsidRPr="00F86A6E" w:rsidRDefault="00297933" w:rsidP="00D8061B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69613536" w14:textId="77777777" w:rsidR="00297933" w:rsidRPr="00F86A6E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1434350" w14:textId="77777777" w:rsidR="00297933" w:rsidRPr="00F86A6E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C7A4714" w14:textId="77777777" w:rsidR="00297933" w:rsidRPr="00F86A6E" w:rsidRDefault="00297933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A059D24" w14:textId="77777777" w:rsidR="00297933" w:rsidRPr="00F86A6E" w:rsidRDefault="00297933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55FADD3E" w14:textId="77777777" w:rsidR="00297933" w:rsidRDefault="00297933" w:rsidP="0029793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3AEF22E" w14:textId="77777777" w:rsidR="00297933" w:rsidRDefault="00297933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3D555DA" w14:textId="77777777" w:rsidR="00EE09E5" w:rsidRPr="00297933" w:rsidRDefault="00717038" w:rsidP="00297933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r w:rsidRPr="00297933"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205857" w:rsidRPr="00A75548" w14:paraId="149DD379" w14:textId="77777777" w:rsidTr="005F7CC8">
        <w:trPr>
          <w:trHeight w:hRule="exact" w:val="3402"/>
        </w:trPr>
        <w:tc>
          <w:tcPr>
            <w:tcW w:w="3341" w:type="dxa"/>
            <w:vAlign w:val="bottom"/>
          </w:tcPr>
          <w:p w14:paraId="2A4B3D46" w14:textId="77777777" w:rsidR="00205857" w:rsidRPr="00A75548" w:rsidRDefault="00205857" w:rsidP="005F7CC8">
            <w:pPr>
              <w:jc w:val="center"/>
              <w:rPr>
                <w:rFonts w:ascii="Arial" w:hAnsi="Arial" w:cs="Arial"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59D3DB17" wp14:editId="2F88E65C">
                  <wp:extent cx="95948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94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37A7F4C" w14:textId="77777777" w:rsidR="00205857" w:rsidRPr="00A75548" w:rsidRDefault="00205857" w:rsidP="005F7CC8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1FA2B91" wp14:editId="656632D7">
                  <wp:extent cx="1819275" cy="216027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D724A6C" w14:textId="77777777" w:rsidR="00205857" w:rsidRPr="00A75548" w:rsidRDefault="00205857" w:rsidP="005F7CC8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1CB941CB" wp14:editId="0A1DBA81">
                  <wp:extent cx="1331595" cy="2160270"/>
                  <wp:effectExtent l="0" t="0" r="190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15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05C69251" w14:textId="77777777" w:rsidR="00205857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2DE7DA3C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32ABFB1A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B = </w:t>
      </w:r>
      <w:r w:rsidR="005137B7">
        <w:rPr>
          <w:rFonts w:ascii="Arial" w:hAnsi="Arial" w:cs="Arial"/>
          <w:lang w:val="fr-BE"/>
        </w:rPr>
        <w:t>42,5</w:t>
      </w:r>
      <w:r>
        <w:rPr>
          <w:rFonts w:ascii="Arial" w:hAnsi="Arial" w:cs="Arial"/>
          <w:lang w:val="fr-BE"/>
        </w:rPr>
        <w:t xml:space="preserve"> cm (largeur)</w:t>
      </w:r>
    </w:p>
    <w:p w14:paraId="0ACCDCFB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70463610" w14:textId="77777777" w:rsidR="00205857" w:rsidRPr="00A26729" w:rsidRDefault="00205857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17 cm (épaisseur)</w:t>
      </w:r>
    </w:p>
    <w:sectPr w:rsidR="00205857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D91FF" w14:textId="77777777" w:rsidR="002B610F" w:rsidRDefault="002B610F">
      <w:r>
        <w:separator/>
      </w:r>
    </w:p>
  </w:endnote>
  <w:endnote w:type="continuationSeparator" w:id="0">
    <w:p w14:paraId="72D6AC3D" w14:textId="77777777" w:rsidR="002B610F" w:rsidRDefault="002B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4215697" w14:textId="77777777">
      <w:tc>
        <w:tcPr>
          <w:tcW w:w="3392" w:type="dxa"/>
        </w:tcPr>
        <w:p w14:paraId="42CEE118" w14:textId="2F94C6F8" w:rsidR="007C7FFA" w:rsidRDefault="00552888" w:rsidP="00C742E4">
          <w:pPr>
            <w:pStyle w:val="Footer"/>
          </w:pPr>
          <w:r>
            <w:t>Version 0</w:t>
          </w:r>
          <w:r w:rsidR="00A1223E">
            <w:t>2</w:t>
          </w:r>
          <w:r>
            <w:t>.00</w:t>
          </w:r>
        </w:p>
      </w:tc>
      <w:tc>
        <w:tcPr>
          <w:tcW w:w="3392" w:type="dxa"/>
        </w:tcPr>
        <w:p w14:paraId="159E2A77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FCFDB6A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5E0393A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78E04" w14:textId="77777777" w:rsidR="002B610F" w:rsidRDefault="002B610F">
      <w:r>
        <w:separator/>
      </w:r>
    </w:p>
  </w:footnote>
  <w:footnote w:type="continuationSeparator" w:id="0">
    <w:p w14:paraId="2AAFE554" w14:textId="77777777" w:rsidR="002B610F" w:rsidRDefault="002B6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69F21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44BCD178" wp14:editId="1ABCC907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4399D8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81630E">
      <w:rPr>
        <w:rFonts w:ascii="Arial" w:hAnsi="Arial" w:cs="Arial"/>
        <w:b/>
        <w:bCs/>
        <w:lang w:val="fr-FR"/>
      </w:rPr>
      <w:t xml:space="preserve">logement accessible, </w:t>
    </w:r>
    <w:r w:rsidR="00C20EBD">
      <w:rPr>
        <w:rFonts w:ascii="Arial" w:hAnsi="Arial" w:cs="Arial"/>
        <w:b/>
        <w:bCs/>
        <w:lang w:val="fr-FR"/>
      </w:rPr>
      <w:br/>
    </w:r>
    <w:r w:rsidR="0065743B" w:rsidRPr="006E5FD1">
      <w:rPr>
        <w:rFonts w:ascii="Arial" w:hAnsi="Arial"/>
        <w:b/>
        <w:lang w:val="fr-FR"/>
      </w:rPr>
      <w:t>111.3</w:t>
    </w:r>
    <w:r w:rsidR="00864DBA">
      <w:rPr>
        <w:rFonts w:ascii="Arial" w:hAnsi="Arial"/>
        <w:b/>
        <w:lang w:val="fr-FR"/>
      </w:rPr>
      <w:t>5</w:t>
    </w:r>
    <w:r w:rsidR="006D19DA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29CAAD70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05649962">
    <w:abstractNumId w:val="16"/>
  </w:num>
  <w:num w:numId="2" w16cid:durableId="2017224752">
    <w:abstractNumId w:val="22"/>
  </w:num>
  <w:num w:numId="3" w16cid:durableId="1958635034">
    <w:abstractNumId w:val="4"/>
  </w:num>
  <w:num w:numId="4" w16cid:durableId="420680452">
    <w:abstractNumId w:val="3"/>
  </w:num>
  <w:num w:numId="5" w16cid:durableId="2078935037">
    <w:abstractNumId w:val="13"/>
  </w:num>
  <w:num w:numId="6" w16cid:durableId="1507860116">
    <w:abstractNumId w:val="15"/>
  </w:num>
  <w:num w:numId="7" w16cid:durableId="818350752">
    <w:abstractNumId w:val="6"/>
  </w:num>
  <w:num w:numId="8" w16cid:durableId="1133207917">
    <w:abstractNumId w:val="19"/>
  </w:num>
  <w:num w:numId="9" w16cid:durableId="606038003">
    <w:abstractNumId w:val="25"/>
  </w:num>
  <w:num w:numId="10" w16cid:durableId="851844942">
    <w:abstractNumId w:val="2"/>
  </w:num>
  <w:num w:numId="11" w16cid:durableId="677582393">
    <w:abstractNumId w:val="12"/>
  </w:num>
  <w:num w:numId="12" w16cid:durableId="1959141804">
    <w:abstractNumId w:val="11"/>
  </w:num>
  <w:num w:numId="13" w16cid:durableId="486702953">
    <w:abstractNumId w:val="24"/>
  </w:num>
  <w:num w:numId="14" w16cid:durableId="459421275">
    <w:abstractNumId w:val="7"/>
  </w:num>
  <w:num w:numId="15" w16cid:durableId="425927455">
    <w:abstractNumId w:val="0"/>
  </w:num>
  <w:num w:numId="16" w16cid:durableId="1124350240">
    <w:abstractNumId w:val="10"/>
  </w:num>
  <w:num w:numId="17" w16cid:durableId="336466323">
    <w:abstractNumId w:val="5"/>
  </w:num>
  <w:num w:numId="18" w16cid:durableId="469132235">
    <w:abstractNumId w:val="20"/>
  </w:num>
  <w:num w:numId="19" w16cid:durableId="409078330">
    <w:abstractNumId w:val="21"/>
  </w:num>
  <w:num w:numId="20" w16cid:durableId="658921232">
    <w:abstractNumId w:val="18"/>
  </w:num>
  <w:num w:numId="21" w16cid:durableId="1411660745">
    <w:abstractNumId w:val="17"/>
  </w:num>
  <w:num w:numId="22" w16cid:durableId="548108898">
    <w:abstractNumId w:val="14"/>
  </w:num>
  <w:num w:numId="23" w16cid:durableId="723454777">
    <w:abstractNumId w:val="23"/>
  </w:num>
  <w:num w:numId="24" w16cid:durableId="2038194857">
    <w:abstractNumId w:val="8"/>
  </w:num>
  <w:num w:numId="25" w16cid:durableId="360131840">
    <w:abstractNumId w:val="9"/>
  </w:num>
  <w:num w:numId="26" w16cid:durableId="709380468">
    <w:abstractNumId w:val="1"/>
  </w:num>
  <w:num w:numId="27" w16cid:durableId="206794146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0448083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2D67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1DB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40F54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5857"/>
    <w:rsid w:val="0020639C"/>
    <w:rsid w:val="0021689F"/>
    <w:rsid w:val="00217D8E"/>
    <w:rsid w:val="00222269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07D9"/>
    <w:rsid w:val="002427CC"/>
    <w:rsid w:val="00243C4C"/>
    <w:rsid w:val="002440EB"/>
    <w:rsid w:val="002476DA"/>
    <w:rsid w:val="0024795F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97933"/>
    <w:rsid w:val="002A352C"/>
    <w:rsid w:val="002A46CC"/>
    <w:rsid w:val="002B1B7D"/>
    <w:rsid w:val="002B3AF5"/>
    <w:rsid w:val="002B524B"/>
    <w:rsid w:val="002B610F"/>
    <w:rsid w:val="002C3455"/>
    <w:rsid w:val="002D1583"/>
    <w:rsid w:val="002D237E"/>
    <w:rsid w:val="002D4842"/>
    <w:rsid w:val="002D5CF2"/>
    <w:rsid w:val="002D6274"/>
    <w:rsid w:val="002D7048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280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76AA8"/>
    <w:rsid w:val="003815A1"/>
    <w:rsid w:val="0038334F"/>
    <w:rsid w:val="00383AAB"/>
    <w:rsid w:val="00390E6F"/>
    <w:rsid w:val="0039328A"/>
    <w:rsid w:val="003933E3"/>
    <w:rsid w:val="003A20AC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49FB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174C"/>
    <w:rsid w:val="004E3702"/>
    <w:rsid w:val="004E37D2"/>
    <w:rsid w:val="004E4C3A"/>
    <w:rsid w:val="004E681D"/>
    <w:rsid w:val="004F1CE9"/>
    <w:rsid w:val="004F21C8"/>
    <w:rsid w:val="0050492F"/>
    <w:rsid w:val="005119E2"/>
    <w:rsid w:val="005137B7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1164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0CA0"/>
    <w:rsid w:val="00631767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6817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0FC3"/>
    <w:rsid w:val="006A546B"/>
    <w:rsid w:val="006A60C0"/>
    <w:rsid w:val="006B4594"/>
    <w:rsid w:val="006B5256"/>
    <w:rsid w:val="006B6331"/>
    <w:rsid w:val="006C0EE1"/>
    <w:rsid w:val="006C0FCB"/>
    <w:rsid w:val="006C7B19"/>
    <w:rsid w:val="006D19DA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1630E"/>
    <w:rsid w:val="0082047F"/>
    <w:rsid w:val="008205F8"/>
    <w:rsid w:val="00823E62"/>
    <w:rsid w:val="00823FF8"/>
    <w:rsid w:val="00832A37"/>
    <w:rsid w:val="00832ABE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4DBA"/>
    <w:rsid w:val="00865D80"/>
    <w:rsid w:val="00866932"/>
    <w:rsid w:val="008716AB"/>
    <w:rsid w:val="00875129"/>
    <w:rsid w:val="00880473"/>
    <w:rsid w:val="00881D68"/>
    <w:rsid w:val="008838BE"/>
    <w:rsid w:val="008909CB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C76BE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3714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223E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9CD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94F34"/>
    <w:rsid w:val="00AA13C8"/>
    <w:rsid w:val="00AA18E1"/>
    <w:rsid w:val="00AA22B1"/>
    <w:rsid w:val="00AA263D"/>
    <w:rsid w:val="00AA3555"/>
    <w:rsid w:val="00AA4BBE"/>
    <w:rsid w:val="00AA774A"/>
    <w:rsid w:val="00AA7867"/>
    <w:rsid w:val="00AB005A"/>
    <w:rsid w:val="00AB1793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AF7DF6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413C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01E"/>
    <w:rsid w:val="00C063D7"/>
    <w:rsid w:val="00C064E6"/>
    <w:rsid w:val="00C06870"/>
    <w:rsid w:val="00C070B7"/>
    <w:rsid w:val="00C1198E"/>
    <w:rsid w:val="00C14926"/>
    <w:rsid w:val="00C149FC"/>
    <w:rsid w:val="00C14FA0"/>
    <w:rsid w:val="00C1523D"/>
    <w:rsid w:val="00C16E24"/>
    <w:rsid w:val="00C177D8"/>
    <w:rsid w:val="00C202A2"/>
    <w:rsid w:val="00C20EBD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0344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0590"/>
    <w:rsid w:val="00E31440"/>
    <w:rsid w:val="00E475CC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89E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,"/>
  <w14:docId w14:val="3EBC4ABC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13C60B21-0BB8-4A7D-9D6B-B98310473BA5}"/>
</file>

<file path=customXml/itemProps2.xml><?xml version="1.0" encoding="utf-8"?>
<ds:datastoreItem xmlns:ds="http://schemas.openxmlformats.org/officeDocument/2006/customXml" ds:itemID="{A9025F25-74F3-4FE2-AFAF-E335281AB1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313E53-D8C6-4B6E-973F-473C7BA4CFE5}">
  <ds:schemaRefs>
    <ds:schemaRef ds:uri="http://schemas.microsoft.com/office/2006/documentManagement/types"/>
    <ds:schemaRef ds:uri="c1a89d3b-8913-4922-a719-bed589bc061b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a2313ea8-4521-49e8-b6bb-ca19bded6e8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35</TotalTime>
  <Pages>4</Pages>
  <Words>1246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9</cp:revision>
  <cp:lastPrinted>2012-01-13T10:23:00Z</cp:lastPrinted>
  <dcterms:created xsi:type="dcterms:W3CDTF">2023-12-18T12:40:00Z</dcterms:created>
  <dcterms:modified xsi:type="dcterms:W3CDTF">2023-12-18T14:24:00Z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54400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